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7740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6AC0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792203" w14:textId="41D01C7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186C">
        <w:rPr>
          <w:rFonts w:ascii="Corbel" w:hAnsi="Corbel"/>
          <w:i/>
          <w:smallCaps/>
          <w:sz w:val="24"/>
          <w:szCs w:val="24"/>
        </w:rPr>
        <w:t>2021–2024</w:t>
      </w:r>
    </w:p>
    <w:p w14:paraId="771AB0F7" w14:textId="6D57091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F186C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603F8CD" w14:textId="6DD98AB2" w:rsidR="00445970" w:rsidRPr="00EA4832" w:rsidRDefault="006F186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>R</w:t>
      </w:r>
      <w:r w:rsidR="00E13A7E">
        <w:rPr>
          <w:rFonts w:ascii="Corbel" w:hAnsi="Corbel"/>
          <w:sz w:val="20"/>
          <w:szCs w:val="20"/>
        </w:rPr>
        <w:t xml:space="preserve">ok akademicki </w:t>
      </w:r>
      <w:r>
        <w:rPr>
          <w:rFonts w:ascii="Corbel" w:hAnsi="Corbel"/>
          <w:sz w:val="20"/>
          <w:szCs w:val="20"/>
        </w:rPr>
        <w:t>2023/2024</w:t>
      </w:r>
    </w:p>
    <w:p w14:paraId="716CC1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3869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13A7E" w:rsidRPr="009C54AE" w14:paraId="2020FDD7" w14:textId="77777777" w:rsidTr="00E13A7E">
        <w:tc>
          <w:tcPr>
            <w:tcW w:w="2694" w:type="dxa"/>
            <w:vAlign w:val="center"/>
          </w:tcPr>
          <w:p w14:paraId="33311499" w14:textId="77777777" w:rsidR="00E13A7E" w:rsidRPr="009C54AE" w:rsidRDefault="00E13A7E" w:rsidP="00E13A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F00C9E" w14:textId="47744598" w:rsidR="00E13A7E" w:rsidRPr="00D91546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91546">
              <w:rPr>
                <w:rFonts w:ascii="Corbel" w:hAnsi="Corbel"/>
                <w:bCs/>
                <w:sz w:val="24"/>
                <w:szCs w:val="24"/>
              </w:rPr>
              <w:t>Terapia zajęciowa w domach pomocy społecznej</w:t>
            </w:r>
          </w:p>
        </w:tc>
      </w:tr>
      <w:tr w:rsidR="00E13A7E" w:rsidRPr="009C54AE" w14:paraId="3F005F8E" w14:textId="77777777" w:rsidTr="00E13A7E">
        <w:tc>
          <w:tcPr>
            <w:tcW w:w="2694" w:type="dxa"/>
            <w:vAlign w:val="center"/>
          </w:tcPr>
          <w:p w14:paraId="2CB6DF13" w14:textId="77777777" w:rsidR="00E13A7E" w:rsidRPr="009C54AE" w:rsidRDefault="00E13A7E" w:rsidP="00E13A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9897B1" w14:textId="3EF8FFC6" w:rsidR="00E13A7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P1</w:t>
            </w:r>
            <w:r w:rsidR="00D91546">
              <w:rPr>
                <w:rFonts w:ascii="Corbel" w:hAnsi="Corbel"/>
                <w:sz w:val="24"/>
                <w:szCs w:val="24"/>
              </w:rPr>
              <w:t>S</w:t>
            </w:r>
            <w:r w:rsidRPr="00241A4A">
              <w:rPr>
                <w:rFonts w:ascii="Corbel" w:hAnsi="Corbel"/>
                <w:sz w:val="24"/>
                <w:szCs w:val="24"/>
              </w:rPr>
              <w:t>[6]</w:t>
            </w:r>
            <w:r w:rsidR="00D91546">
              <w:rPr>
                <w:rFonts w:ascii="Corbel" w:hAnsi="Corbel"/>
                <w:sz w:val="24"/>
                <w:szCs w:val="24"/>
              </w:rPr>
              <w:t>F</w:t>
            </w:r>
            <w:r w:rsidRPr="00241A4A">
              <w:rPr>
                <w:rFonts w:ascii="Corbel" w:hAnsi="Corbel"/>
                <w:sz w:val="24"/>
                <w:szCs w:val="24"/>
              </w:rPr>
              <w:t>_11</w:t>
            </w:r>
          </w:p>
        </w:tc>
      </w:tr>
      <w:tr w:rsidR="00E13A7E" w:rsidRPr="009C54AE" w14:paraId="5F352FBD" w14:textId="77777777" w:rsidTr="00E13A7E">
        <w:tc>
          <w:tcPr>
            <w:tcW w:w="2694" w:type="dxa"/>
            <w:vAlign w:val="center"/>
          </w:tcPr>
          <w:p w14:paraId="0C5EA6FA" w14:textId="77777777" w:rsidR="00E13A7E" w:rsidRPr="009C54AE" w:rsidRDefault="00E13A7E" w:rsidP="00E13A7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3876E0" w14:textId="2188BA06" w:rsidR="00E13A7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617BDE" w:rsidRPr="009C54AE" w14:paraId="5E651CBB" w14:textId="77777777" w:rsidTr="00E13A7E">
        <w:tc>
          <w:tcPr>
            <w:tcW w:w="2694" w:type="dxa"/>
            <w:vAlign w:val="center"/>
          </w:tcPr>
          <w:p w14:paraId="167540A0" w14:textId="77777777"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3D013C" w14:textId="04E37F0E"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617BDE" w:rsidRPr="009C54AE" w14:paraId="2987AA1A" w14:textId="77777777" w:rsidTr="00E13A7E">
        <w:tc>
          <w:tcPr>
            <w:tcW w:w="2694" w:type="dxa"/>
            <w:vAlign w:val="center"/>
          </w:tcPr>
          <w:p w14:paraId="680C2C24" w14:textId="77777777"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644BC" w14:textId="17600440"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Praca socjalna</w:t>
            </w:r>
          </w:p>
        </w:tc>
      </w:tr>
      <w:tr w:rsidR="00617BDE" w:rsidRPr="009C54AE" w14:paraId="7C4D2AE3" w14:textId="77777777" w:rsidTr="00E13A7E">
        <w:tc>
          <w:tcPr>
            <w:tcW w:w="2694" w:type="dxa"/>
            <w:vAlign w:val="center"/>
          </w:tcPr>
          <w:p w14:paraId="54957E10" w14:textId="77777777"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1204C2" w14:textId="7952C5B9"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617BDE" w:rsidRPr="009C54AE" w14:paraId="3629E47B" w14:textId="77777777" w:rsidTr="00E13A7E">
        <w:tc>
          <w:tcPr>
            <w:tcW w:w="2694" w:type="dxa"/>
            <w:vAlign w:val="center"/>
          </w:tcPr>
          <w:p w14:paraId="3773514F" w14:textId="77777777"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030D81" w14:textId="4D242182" w:rsidR="00617BDE" w:rsidRPr="00241A4A" w:rsidRDefault="00D91546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617BDE" w:rsidRPr="00241A4A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617BDE" w:rsidRPr="009C54AE" w14:paraId="7D8DE965" w14:textId="77777777" w:rsidTr="00E13A7E">
        <w:tc>
          <w:tcPr>
            <w:tcW w:w="2694" w:type="dxa"/>
            <w:vAlign w:val="center"/>
          </w:tcPr>
          <w:p w14:paraId="002F1BA1" w14:textId="77777777"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4393E8" w14:textId="21C7C996" w:rsidR="00617BDE" w:rsidRPr="00241A4A" w:rsidRDefault="00D91546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617BDE" w:rsidRPr="00241A4A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617BDE" w:rsidRPr="009C54AE" w14:paraId="5B040D30" w14:textId="77777777" w:rsidTr="00E13A7E">
        <w:tc>
          <w:tcPr>
            <w:tcW w:w="2694" w:type="dxa"/>
            <w:vAlign w:val="center"/>
          </w:tcPr>
          <w:p w14:paraId="483FC62C" w14:textId="77777777"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1A250D6" w14:textId="30CE6D61" w:rsidR="00617BDE" w:rsidRPr="00241A4A" w:rsidRDefault="00D91546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490F23" w:rsidRPr="00241A4A">
              <w:rPr>
                <w:rFonts w:ascii="Corbel" w:hAnsi="Corbel"/>
                <w:sz w:val="24"/>
                <w:szCs w:val="24"/>
              </w:rPr>
              <w:t>ok 3, semestr VI</w:t>
            </w:r>
          </w:p>
        </w:tc>
      </w:tr>
      <w:tr w:rsidR="00617BDE" w:rsidRPr="009C54AE" w14:paraId="18AA2D2A" w14:textId="77777777" w:rsidTr="00E13A7E">
        <w:tc>
          <w:tcPr>
            <w:tcW w:w="2694" w:type="dxa"/>
            <w:vAlign w:val="center"/>
          </w:tcPr>
          <w:p w14:paraId="457AD669" w14:textId="77777777"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804A2C" w14:textId="112192DA" w:rsidR="00617BDE" w:rsidRPr="00241A4A" w:rsidRDefault="00D91546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617BDE" w:rsidRPr="00241A4A">
              <w:rPr>
                <w:rFonts w:ascii="Corbel" w:hAnsi="Corbel"/>
                <w:sz w:val="24"/>
                <w:szCs w:val="24"/>
              </w:rPr>
              <w:t xml:space="preserve">akultatywny </w:t>
            </w:r>
          </w:p>
        </w:tc>
      </w:tr>
      <w:tr w:rsidR="00617BDE" w:rsidRPr="009C54AE" w14:paraId="38150E18" w14:textId="77777777" w:rsidTr="00E13A7E">
        <w:tc>
          <w:tcPr>
            <w:tcW w:w="2694" w:type="dxa"/>
            <w:vAlign w:val="center"/>
          </w:tcPr>
          <w:p w14:paraId="53935A0E" w14:textId="77777777"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56F2B4F5" w14:textId="34A2313C" w:rsidR="00617BDE" w:rsidRPr="00241A4A" w:rsidRDefault="00D91546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617BDE" w:rsidRPr="00241A4A"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sz w:val="24"/>
                <w:szCs w:val="24"/>
              </w:rPr>
              <w:t>z.</w:t>
            </w:r>
            <w:r w:rsidR="00617BDE" w:rsidRPr="00241A4A">
              <w:rPr>
                <w:rFonts w:ascii="Corbel" w:hAnsi="Corbel"/>
                <w:sz w:val="24"/>
                <w:szCs w:val="24"/>
              </w:rPr>
              <w:t xml:space="preserve"> polski</w:t>
            </w:r>
          </w:p>
        </w:tc>
      </w:tr>
      <w:tr w:rsidR="00617BDE" w:rsidRPr="009C54AE" w14:paraId="135C5827" w14:textId="77777777" w:rsidTr="00E13A7E">
        <w:tc>
          <w:tcPr>
            <w:tcW w:w="2694" w:type="dxa"/>
            <w:vAlign w:val="center"/>
          </w:tcPr>
          <w:p w14:paraId="1ACA888F" w14:textId="77777777"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E5A79E" w14:textId="6660F74C"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Krzysztof Jamroży</w:t>
            </w:r>
          </w:p>
        </w:tc>
      </w:tr>
      <w:tr w:rsidR="00617BDE" w:rsidRPr="009C54AE" w14:paraId="07576565" w14:textId="77777777" w:rsidTr="00E13A7E">
        <w:tc>
          <w:tcPr>
            <w:tcW w:w="2694" w:type="dxa"/>
            <w:vAlign w:val="center"/>
          </w:tcPr>
          <w:p w14:paraId="58AE9E64" w14:textId="77777777" w:rsidR="00617BDE" w:rsidRPr="009C54AE" w:rsidRDefault="00617BDE" w:rsidP="00617B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FF5472" w14:textId="6967C63B" w:rsidR="00617BDE" w:rsidRPr="00241A4A" w:rsidRDefault="00617BDE" w:rsidP="00241A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Krzysztof Jamroży </w:t>
            </w:r>
          </w:p>
        </w:tc>
      </w:tr>
    </w:tbl>
    <w:p w14:paraId="3ED98E36" w14:textId="77777777" w:rsidR="00923D7D" w:rsidRPr="009C54AE" w:rsidRDefault="0085747A" w:rsidP="00E13A7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3182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5A4E5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F5616B" w14:textId="77777777" w:rsidTr="003D41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EA8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3D0AA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DFC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8D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8A8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1E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77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BB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93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4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3B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D410F" w:rsidRPr="009C54AE" w14:paraId="3026E3E6" w14:textId="77777777" w:rsidTr="00CC03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063C" w14:textId="1D9E9F83"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410F">
              <w:rPr>
                <w:rFonts w:ascii="Corbel" w:hAnsi="Corbel"/>
                <w:sz w:val="24"/>
                <w:szCs w:val="24"/>
              </w:rPr>
              <w:t>V</w:t>
            </w:r>
            <w:r w:rsidR="00490F2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06C2" w14:textId="77777777"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2DF2" w14:textId="77777777"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8538" w14:textId="77777777"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410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62D3" w14:textId="77777777"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1C4E" w14:textId="77777777"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CC81" w14:textId="77777777" w:rsidR="003D410F" w:rsidRPr="003D410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477C" w14:textId="77777777" w:rsidR="003D410F" w:rsidRPr="00C42C8F" w:rsidRDefault="003D410F" w:rsidP="003D41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12A0" w14:textId="77777777" w:rsidR="003D410F" w:rsidRPr="00C42C8F" w:rsidRDefault="003D410F" w:rsidP="003D410F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34EE8" w14:textId="77777777" w:rsidR="003D410F" w:rsidRPr="00DC744C" w:rsidRDefault="003D410F" w:rsidP="003D410F">
            <w:pPr>
              <w:jc w:val="center"/>
              <w:rPr>
                <w:rFonts w:ascii="Corbel" w:hAnsi="Corbel"/>
                <w:bCs/>
              </w:rPr>
            </w:pPr>
            <w:r w:rsidRPr="00DC744C">
              <w:rPr>
                <w:rFonts w:ascii="Corbel" w:hAnsi="Corbel"/>
                <w:bCs/>
              </w:rPr>
              <w:t>3</w:t>
            </w:r>
          </w:p>
        </w:tc>
      </w:tr>
    </w:tbl>
    <w:p w14:paraId="62398EE2" w14:textId="77777777" w:rsidR="00923D7D" w:rsidRPr="009C54AE" w:rsidRDefault="00923D7D" w:rsidP="00124B3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2B645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B5618D" w14:textId="1464446E" w:rsidR="0085747A" w:rsidRPr="009C54AE" w:rsidRDefault="00DC744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</w:t>
      </w:r>
      <w:r w:rsidRPr="00DC744C">
        <w:rPr>
          <w:rFonts w:ascii="MS Gothic" w:eastAsia="MS Gothic" w:hAnsi="MS Gothic" w:cs="MS Gothic"/>
          <w:bCs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56C596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AEB5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8672C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8C13B29" w14:textId="77777777" w:rsidR="006F186C" w:rsidRDefault="003D41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3DEE3E25" w14:textId="4DAAB3D1" w:rsidR="009C54AE" w:rsidRPr="00DC744C" w:rsidRDefault="003D410F" w:rsidP="009C54AE">
      <w:pPr>
        <w:pStyle w:val="Punktygwne"/>
        <w:spacing w:before="0" w:after="0"/>
        <w:rPr>
          <w:rFonts w:ascii="Corbel" w:hAnsi="Corbel"/>
          <w:b w:val="0"/>
          <w:bCs/>
          <w:szCs w:val="24"/>
        </w:rPr>
      </w:pPr>
      <w:r w:rsidRPr="00DC744C">
        <w:rPr>
          <w:rFonts w:ascii="Corbel" w:hAnsi="Corbel"/>
          <w:b w:val="0"/>
          <w:bCs/>
          <w:szCs w:val="24"/>
        </w:rPr>
        <w:t>zaliczenie z oceną</w:t>
      </w:r>
    </w:p>
    <w:p w14:paraId="77D2E2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9E92E" w14:textId="18074C6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B0A7084" w14:textId="77777777" w:rsidR="006F186C" w:rsidRPr="009C54AE" w:rsidRDefault="006F186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602D72" w14:textId="77777777" w:rsidTr="00745302">
        <w:tc>
          <w:tcPr>
            <w:tcW w:w="9670" w:type="dxa"/>
          </w:tcPr>
          <w:p w14:paraId="4453869E" w14:textId="677E2853" w:rsidR="0085747A" w:rsidRPr="00DC744C" w:rsidRDefault="00DC744C" w:rsidP="003D410F">
            <w:pPr>
              <w:spacing w:before="40" w:after="40"/>
              <w:jc w:val="both"/>
              <w:rPr>
                <w:rFonts w:ascii="Corbel" w:hAnsi="Corbel"/>
                <w:sz w:val="24"/>
                <w:szCs w:val="20"/>
              </w:rPr>
            </w:pPr>
            <w:r>
              <w:rPr>
                <w:rFonts w:ascii="Corbel" w:hAnsi="Corbel"/>
                <w:sz w:val="24"/>
                <w:szCs w:val="20"/>
              </w:rPr>
              <w:t>S</w:t>
            </w:r>
            <w:r w:rsidRPr="00DC744C">
              <w:rPr>
                <w:rFonts w:ascii="Corbel" w:hAnsi="Corbel"/>
                <w:sz w:val="24"/>
                <w:szCs w:val="20"/>
              </w:rPr>
              <w:t>tudent posiada wiedzę z przedmiotów: „Psychologia ogólna i rozwojowa”,</w:t>
            </w:r>
            <w:r>
              <w:rPr>
                <w:rFonts w:ascii="Corbel" w:hAnsi="Corbel"/>
                <w:sz w:val="24"/>
                <w:szCs w:val="20"/>
              </w:rPr>
              <w:t xml:space="preserve"> „Podstawy wiedzy o rozwoju biopsychicznym człowieka w cyklu życia”,</w:t>
            </w:r>
            <w:r w:rsidR="003D410F" w:rsidRPr="00DC744C">
              <w:rPr>
                <w:rFonts w:ascii="Corbel" w:hAnsi="Corbel"/>
                <w:sz w:val="24"/>
                <w:szCs w:val="20"/>
              </w:rPr>
              <w:t xml:space="preserve"> </w:t>
            </w:r>
            <w:r>
              <w:rPr>
                <w:rFonts w:ascii="Corbel" w:hAnsi="Corbel"/>
                <w:sz w:val="24"/>
                <w:szCs w:val="20"/>
              </w:rPr>
              <w:t>„M</w:t>
            </w:r>
            <w:r w:rsidR="003D410F" w:rsidRPr="00DC744C">
              <w:rPr>
                <w:rFonts w:ascii="Corbel" w:hAnsi="Corbel"/>
                <w:sz w:val="24"/>
                <w:szCs w:val="20"/>
              </w:rPr>
              <w:t>etodyk</w:t>
            </w:r>
            <w:r>
              <w:rPr>
                <w:rFonts w:ascii="Corbel" w:hAnsi="Corbel"/>
                <w:sz w:val="24"/>
                <w:szCs w:val="20"/>
              </w:rPr>
              <w:t>a</w:t>
            </w:r>
            <w:r w:rsidR="003D410F" w:rsidRPr="00DC744C">
              <w:rPr>
                <w:rFonts w:ascii="Corbel" w:hAnsi="Corbel"/>
                <w:sz w:val="24"/>
                <w:szCs w:val="20"/>
              </w:rPr>
              <w:t xml:space="preserve"> pracy socjalnej</w:t>
            </w:r>
            <w:r>
              <w:rPr>
                <w:rFonts w:ascii="Corbel" w:hAnsi="Corbel"/>
                <w:sz w:val="24"/>
                <w:szCs w:val="20"/>
              </w:rPr>
              <w:t>”, „Pedagogika specjalna”, „Socjoterapia”, „Trening komunikacji interpersonalnej”, „Gerontologia społeczna”.</w:t>
            </w:r>
          </w:p>
        </w:tc>
      </w:tr>
    </w:tbl>
    <w:p w14:paraId="70945E2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EC58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13D2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770DC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1702F" w:rsidRPr="009C54AE" w14:paraId="09F23CB0" w14:textId="77777777" w:rsidTr="0041702F">
        <w:tc>
          <w:tcPr>
            <w:tcW w:w="845" w:type="dxa"/>
            <w:vAlign w:val="center"/>
          </w:tcPr>
          <w:p w14:paraId="3FBCBB24" w14:textId="77777777" w:rsidR="0041702F" w:rsidRPr="009C54AE" w:rsidRDefault="0041702F" w:rsidP="004170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6641E7B" w14:textId="71F1AF8D" w:rsidR="0041702F" w:rsidRPr="00DC744C" w:rsidRDefault="00DC744C" w:rsidP="0041702F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głównych obszarów rozwoju kompetencji terapeuty zajęciowego</w:t>
            </w:r>
            <w:r w:rsidR="0041702F"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41702F" w:rsidRPr="009C54AE" w14:paraId="4C0A0A8A" w14:textId="77777777" w:rsidTr="0041702F">
        <w:tc>
          <w:tcPr>
            <w:tcW w:w="845" w:type="dxa"/>
            <w:vAlign w:val="center"/>
          </w:tcPr>
          <w:p w14:paraId="2D0EE3E9" w14:textId="77777777" w:rsidR="0041702F" w:rsidRPr="009C54AE" w:rsidRDefault="0041702F" w:rsidP="004170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F4A2F6C" w14:textId="57752DAF" w:rsidR="0041702F" w:rsidRPr="00DC744C" w:rsidRDefault="00DC744C" w:rsidP="0041702F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Rozumienie znaczenia holistycznego podejścia do kwestii zdrowia, niepełnosprawności dobrostanu jako podstawy terapii zajęciowej</w:t>
            </w:r>
            <w:r w:rsidR="0041702F"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41702F" w:rsidRPr="009C54AE" w14:paraId="3C365086" w14:textId="77777777" w:rsidTr="0041702F">
        <w:tc>
          <w:tcPr>
            <w:tcW w:w="845" w:type="dxa"/>
            <w:vAlign w:val="center"/>
          </w:tcPr>
          <w:p w14:paraId="384334D6" w14:textId="77777777" w:rsidR="0041702F" w:rsidRPr="009C54AE" w:rsidRDefault="0041702F" w:rsidP="004170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54ED461" w14:textId="493A0C43" w:rsidR="0041702F" w:rsidRPr="00DC744C" w:rsidRDefault="00DC744C" w:rsidP="0041702F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teoretycznych podstaw terapii zajęciowej, a w szczególności związków między zdrowiem a aktywnością człowieka w różnych obszarach</w:t>
            </w:r>
            <w:r w:rsidR="0041702F"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41702F" w:rsidRPr="009C54AE" w14:paraId="088691F6" w14:textId="77777777" w:rsidTr="0041702F">
        <w:tc>
          <w:tcPr>
            <w:tcW w:w="845" w:type="dxa"/>
            <w:vAlign w:val="center"/>
          </w:tcPr>
          <w:p w14:paraId="0ABC02DE" w14:textId="77777777" w:rsidR="0041702F" w:rsidRPr="009C54AE" w:rsidRDefault="0041702F" w:rsidP="004170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9C6BE7C" w14:textId="456673E8" w:rsidR="0041702F" w:rsidRPr="00DC744C" w:rsidRDefault="00DC744C" w:rsidP="0041702F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</w:t>
            </w:r>
            <w:r w:rsidR="002E625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a</w:t>
            </w:r>
            <w:r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nie umiejętności praktycznych z zakresu terapii zajęciowej w formie sporządzania dokumentacji i projektowania zajęć terapeutycznych.</w:t>
            </w:r>
          </w:p>
        </w:tc>
      </w:tr>
    </w:tbl>
    <w:p w14:paraId="2D9A4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C767A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E16A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4BE732" w14:textId="77777777" w:rsidTr="0041702F">
        <w:tc>
          <w:tcPr>
            <w:tcW w:w="1681" w:type="dxa"/>
            <w:vAlign w:val="center"/>
          </w:tcPr>
          <w:p w14:paraId="10C77C3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FF446D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4F1E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02F" w:rsidRPr="009C54AE" w14:paraId="45EEA042" w14:textId="77777777" w:rsidTr="00666380">
        <w:tc>
          <w:tcPr>
            <w:tcW w:w="1681" w:type="dxa"/>
          </w:tcPr>
          <w:p w14:paraId="49F118BE" w14:textId="06796340" w:rsidR="0041702F" w:rsidRPr="009C54AE" w:rsidRDefault="0041702F" w:rsidP="00417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17FA" w14:textId="2C3F513E" w:rsidR="0041702F" w:rsidRPr="00490F23" w:rsidRDefault="00DE1A52" w:rsidP="00490F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>a uporządkowaną wiedzę na temat prawidłowości i zaburzeń więzi społecznych w środowisku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 xml:space="preserve"> zamkniętym, ze szczególnym uwzględnieniem domów pomocy społecznej.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9B54" w14:textId="167500F9" w:rsidR="0041702F" w:rsidRPr="004F224C" w:rsidRDefault="0041702F" w:rsidP="0041702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4F224C">
              <w:rPr>
                <w:rFonts w:ascii="Corbel" w:hAnsi="Corbel"/>
                <w:b w:val="0"/>
                <w:sz w:val="22"/>
              </w:rPr>
              <w:t>K_W0</w:t>
            </w:r>
            <w:r w:rsidR="001D5EE4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41702F" w:rsidRPr="009C54AE" w14:paraId="2964C29A" w14:textId="77777777" w:rsidTr="00666380">
        <w:tc>
          <w:tcPr>
            <w:tcW w:w="1681" w:type="dxa"/>
          </w:tcPr>
          <w:p w14:paraId="6E86ED66" w14:textId="77777777" w:rsidR="0041702F" w:rsidRPr="009C54AE" w:rsidRDefault="0041702F" w:rsidP="00417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51B3" w14:textId="4A6A8E94" w:rsidR="00241A4A" w:rsidRPr="00490F23" w:rsidRDefault="00DE1A52" w:rsidP="00490F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 xml:space="preserve">nalizuje proponowane rozwiązania 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 xml:space="preserve">określonych 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>problemów społecznych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 xml:space="preserve"> z zakresu terapii zajęciowej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 xml:space="preserve"> oraz umie przeciwdziałać wykluczeniu społecznemu pr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>owadząc zajęcia integracyjne w domach pomocy społecznej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0C61" w14:textId="29140EA5" w:rsidR="0041702F" w:rsidRPr="004F224C" w:rsidRDefault="0041702F" w:rsidP="0041702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4F224C">
              <w:rPr>
                <w:rFonts w:ascii="Corbel" w:hAnsi="Corbel"/>
                <w:b w:val="0"/>
                <w:sz w:val="22"/>
              </w:rPr>
              <w:t>K_</w:t>
            </w:r>
            <w:r w:rsidR="007E1977">
              <w:rPr>
                <w:rFonts w:ascii="Corbel" w:hAnsi="Corbel"/>
                <w:b w:val="0"/>
                <w:sz w:val="22"/>
              </w:rPr>
              <w:t>U</w:t>
            </w:r>
            <w:r w:rsidR="00241A4A">
              <w:rPr>
                <w:rFonts w:ascii="Corbel" w:hAnsi="Corbel"/>
                <w:b w:val="0"/>
                <w:sz w:val="22"/>
              </w:rPr>
              <w:t>09</w:t>
            </w:r>
          </w:p>
        </w:tc>
      </w:tr>
      <w:tr w:rsidR="007E1977" w:rsidRPr="009C54AE" w14:paraId="6F637B4C" w14:textId="77777777" w:rsidTr="00666380">
        <w:tc>
          <w:tcPr>
            <w:tcW w:w="1681" w:type="dxa"/>
          </w:tcPr>
          <w:p w14:paraId="38934ABB" w14:textId="28EA0C67" w:rsidR="007E1977" w:rsidRPr="009C54AE" w:rsidRDefault="007E1977" w:rsidP="00417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B6D6" w14:textId="271696AB" w:rsidR="007E1977" w:rsidRPr="00490F23" w:rsidRDefault="00DE1A52" w:rsidP="00490F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F3742F"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 xml:space="preserve"> posługiwać się podstawowymi podejściami teoretycznymi 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>z zakresu terapii zajęciowej oraz dobierać określone formy terapii z uwzględnieniem możliwości psychofizycznych oraz zainteresowań mieszkańców domu pomocy społecznej</w:t>
            </w:r>
            <w:r w:rsidR="00F3742F">
              <w:rPr>
                <w:rFonts w:ascii="Corbel" w:hAnsi="Corbel"/>
                <w:b w:val="0"/>
                <w:smallCaps w:val="0"/>
                <w:szCs w:val="24"/>
              </w:rPr>
              <w:t xml:space="preserve"> tworząc tygodniowe</w:t>
            </w:r>
            <w:r w:rsidR="000C242B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F3742F">
              <w:rPr>
                <w:rFonts w:ascii="Corbel" w:hAnsi="Corbel"/>
                <w:b w:val="0"/>
                <w:smallCaps w:val="0"/>
                <w:szCs w:val="24"/>
              </w:rPr>
              <w:t>miesięczne plany zajęć terapeutycznych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ED7B" w14:textId="087C8016" w:rsidR="007E1977" w:rsidRPr="004F224C" w:rsidRDefault="007E1977" w:rsidP="0041702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K_K0</w:t>
            </w:r>
            <w:r w:rsidR="00241A4A">
              <w:rPr>
                <w:rFonts w:ascii="Corbel" w:hAnsi="Corbel"/>
                <w:b w:val="0"/>
                <w:sz w:val="22"/>
              </w:rPr>
              <w:t>5</w:t>
            </w:r>
          </w:p>
        </w:tc>
      </w:tr>
    </w:tbl>
    <w:p w14:paraId="13267E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D47D0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0CDD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8A210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B3A5EB" w14:textId="77777777" w:rsidTr="00984B2B">
        <w:tc>
          <w:tcPr>
            <w:tcW w:w="9520" w:type="dxa"/>
          </w:tcPr>
          <w:p w14:paraId="52214728" w14:textId="77777777" w:rsidR="0085747A" w:rsidRPr="002E625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B805C0" w14:textId="77777777" w:rsidTr="00984B2B">
        <w:tc>
          <w:tcPr>
            <w:tcW w:w="9520" w:type="dxa"/>
          </w:tcPr>
          <w:p w14:paraId="43F100C9" w14:textId="02F0E609" w:rsidR="0085747A" w:rsidRPr="009C54AE" w:rsidRDefault="00984B2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BABDC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3A304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25BAA3B" w14:textId="77777777" w:rsidR="0085747A" w:rsidRPr="008E56B1" w:rsidRDefault="0085747A" w:rsidP="009C54AE">
      <w:pPr>
        <w:pStyle w:val="Akapitzlist"/>
        <w:spacing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6B1" w14:paraId="00D6D9E0" w14:textId="77777777" w:rsidTr="00984B2B">
        <w:tc>
          <w:tcPr>
            <w:tcW w:w="9520" w:type="dxa"/>
          </w:tcPr>
          <w:p w14:paraId="119E4C03" w14:textId="77777777" w:rsidR="0085747A" w:rsidRPr="002E625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Cs/>
                <w:sz w:val="24"/>
                <w:szCs w:val="24"/>
              </w:rPr>
            </w:pPr>
            <w:r w:rsidRPr="002E6259">
              <w:rPr>
                <w:rFonts w:ascii="Corbel" w:hAnsi="Corbel"/>
                <w:bCs/>
                <w:sz w:val="24"/>
                <w:szCs w:val="24"/>
              </w:rPr>
              <w:t>Treści merytoryczne</w:t>
            </w:r>
          </w:p>
        </w:tc>
      </w:tr>
      <w:tr w:rsidR="00984B2B" w:rsidRPr="009C54AE" w14:paraId="06447A05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1521" w14:textId="68293B43" w:rsidR="00984B2B" w:rsidRPr="002E6259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Podstawowe pojęcia przydatne w prowadzeniu terapii zajęciowej: terapia zajęciowa, niepełnosprawność, starość, samotność</w:t>
            </w:r>
            <w:r w:rsidR="00AA2B58" w:rsidRPr="002E6259">
              <w:rPr>
                <w:rFonts w:ascii="Corbel" w:hAnsi="Corbel"/>
                <w:sz w:val="24"/>
                <w:szCs w:val="24"/>
              </w:rPr>
              <w:t>, mieszkaniec DPS</w:t>
            </w:r>
            <w:r w:rsidRPr="002E6259">
              <w:rPr>
                <w:rFonts w:ascii="Corbel" w:hAnsi="Corbel"/>
                <w:sz w:val="24"/>
                <w:szCs w:val="24"/>
              </w:rPr>
              <w:t xml:space="preserve">.                                    </w:t>
            </w:r>
          </w:p>
        </w:tc>
      </w:tr>
      <w:tr w:rsidR="00984B2B" w:rsidRPr="009C54AE" w14:paraId="6E331C4B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C765" w14:textId="3289BE80" w:rsidR="00984B2B" w:rsidRPr="002E6259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lastRenderedPageBreak/>
              <w:t xml:space="preserve">DPS – typy, organizacja, zasady kierowania. </w:t>
            </w:r>
          </w:p>
        </w:tc>
      </w:tr>
      <w:tr w:rsidR="00984B2B" w:rsidRPr="009C54AE" w14:paraId="31AA73D2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68B3" w14:textId="49148896" w:rsidR="00984B2B" w:rsidRPr="002E6259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Akty prawne dotyczące DPS i terapii zajęciowej.</w:t>
            </w:r>
          </w:p>
        </w:tc>
      </w:tr>
      <w:tr w:rsidR="00984B2B" w:rsidRPr="009C54AE" w14:paraId="2CBA6AB6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FC21" w14:textId="28B93C39" w:rsidR="00984B2B" w:rsidRPr="002E6259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Uwarunkowania terapii zajęciowej - specyfika mieszkańców poszczególnych typów DPS</w:t>
            </w:r>
            <w:r w:rsidR="00AA2B58" w:rsidRPr="002E625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4B2B" w:rsidRPr="009C54AE" w14:paraId="3F7A22A5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912D" w14:textId="0A68D577" w:rsidR="00984B2B" w:rsidRPr="002E6259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Formy wsparcia mieszkańców – usługi świadczone w DPS.</w:t>
            </w:r>
          </w:p>
        </w:tc>
      </w:tr>
      <w:tr w:rsidR="00984B2B" w:rsidRPr="009C54AE" w14:paraId="6BEC9FF7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EFBA" w14:textId="32971897" w:rsidR="00984B2B" w:rsidRPr="002E6259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Cele, zadania, formy, etapy, aktywizacji mieszkańców DPS.</w:t>
            </w:r>
          </w:p>
        </w:tc>
      </w:tr>
      <w:tr w:rsidR="00984B2B" w:rsidRPr="009C54AE" w14:paraId="735945DA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A80F" w14:textId="53136A87" w:rsidR="00984B2B" w:rsidRPr="002E6259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Rodzaje, metody oraz techniki terapii zajęciowej.</w:t>
            </w:r>
          </w:p>
        </w:tc>
      </w:tr>
      <w:tr w:rsidR="00984B2B" w:rsidRPr="009C54AE" w14:paraId="32D60C91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A685" w14:textId="04202925" w:rsidR="00984B2B" w:rsidRPr="002E6259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Zasady pracy w grupie: zasady komunikacji, planowanie pracy, wyznaczanie celów. Zespół terapeutyczny, rola terapeuty zajęciowego.</w:t>
            </w:r>
          </w:p>
        </w:tc>
      </w:tr>
      <w:tr w:rsidR="00984B2B" w:rsidRPr="009C54AE" w14:paraId="7AEA8846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DEC1" w14:textId="609A94FA" w:rsidR="00984B2B" w:rsidRPr="002E6259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Prowadzenie pracowni terapii zajęciowej: Organizacja stanowiska pracy, przepisy bezpieczeństwa, higieny, ochrony przeciwpożarowej, środki ochrony indywidualnej</w:t>
            </w:r>
            <w:r w:rsidR="00AA2B58" w:rsidRPr="002E625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4B2B" w:rsidRPr="009C54AE" w14:paraId="0C9ACE20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D06E" w14:textId="535A89BB" w:rsidR="00984B2B" w:rsidRPr="002E6259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Organizacja terapii zajęciowej w DPS: opracowanie tygodniowego i miesięcznego planu zajęć terapeutycznych przy wykorzystaniu arkusza aktywizacji mieszkańca DPS</w:t>
            </w:r>
            <w:r w:rsidR="00AA2B58" w:rsidRPr="002E6259">
              <w:rPr>
                <w:rFonts w:ascii="Corbel" w:hAnsi="Corbel"/>
                <w:sz w:val="24"/>
                <w:szCs w:val="24"/>
              </w:rPr>
              <w:t>.</w:t>
            </w:r>
            <w:r w:rsidRPr="002E625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A2B58" w:rsidRPr="009C54AE" w14:paraId="0EF0271C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E1F5" w14:textId="08AF726E" w:rsidR="00AA2B58" w:rsidRPr="002E6259" w:rsidRDefault="00AA2B58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 xml:space="preserve">Omówienie wybranego problemu mieszkańca DPS i opracowanie przez studentów i </w:t>
            </w:r>
            <w:r w:rsidR="00944C1A">
              <w:rPr>
                <w:rFonts w:ascii="Corbel" w:hAnsi="Corbel"/>
                <w:sz w:val="24"/>
                <w:szCs w:val="24"/>
              </w:rPr>
              <w:t> </w:t>
            </w:r>
            <w:r w:rsidRPr="002E6259">
              <w:rPr>
                <w:rFonts w:ascii="Corbel" w:hAnsi="Corbel"/>
                <w:sz w:val="24"/>
                <w:szCs w:val="24"/>
              </w:rPr>
              <w:t>wykładowcę tygodniowego planu zajęć</w:t>
            </w:r>
            <w:r w:rsidR="000C242B">
              <w:rPr>
                <w:rFonts w:ascii="Corbel" w:hAnsi="Corbel"/>
                <w:sz w:val="24"/>
                <w:szCs w:val="24"/>
              </w:rPr>
              <w:t xml:space="preserve">, ramowego planu pracy z mieszkańcami </w:t>
            </w:r>
            <w:proofErr w:type="spellStart"/>
            <w:r w:rsidR="000C242B">
              <w:rPr>
                <w:rFonts w:ascii="Corbel" w:hAnsi="Corbel"/>
                <w:sz w:val="24"/>
                <w:szCs w:val="24"/>
              </w:rPr>
              <w:t>dps</w:t>
            </w:r>
            <w:proofErr w:type="spellEnd"/>
            <w:r w:rsidR="000C242B">
              <w:rPr>
                <w:rFonts w:ascii="Corbel" w:hAnsi="Corbel"/>
                <w:sz w:val="24"/>
                <w:szCs w:val="24"/>
              </w:rPr>
              <w:t xml:space="preserve">, arkusza aktywizacji mieszkańca </w:t>
            </w:r>
            <w:proofErr w:type="spellStart"/>
            <w:r w:rsidR="000C242B">
              <w:rPr>
                <w:rFonts w:ascii="Corbel" w:hAnsi="Corbel"/>
                <w:sz w:val="24"/>
                <w:szCs w:val="24"/>
              </w:rPr>
              <w:t>dps</w:t>
            </w:r>
            <w:proofErr w:type="spellEnd"/>
            <w:r w:rsidR="000C242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4B2B" w:rsidRPr="009C54AE" w14:paraId="6D239E61" w14:textId="77777777" w:rsidTr="00984B2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6403" w14:textId="60E82CCF" w:rsidR="00984B2B" w:rsidRPr="002E6259" w:rsidRDefault="00984B2B" w:rsidP="00AA2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 xml:space="preserve">Zaprojektowanie oraz przeprowadzenie </w:t>
            </w:r>
            <w:r w:rsidR="000C242B">
              <w:rPr>
                <w:rFonts w:ascii="Corbel" w:hAnsi="Corbel"/>
                <w:sz w:val="24"/>
                <w:szCs w:val="24"/>
              </w:rPr>
              <w:t xml:space="preserve">podczas zajęć </w:t>
            </w:r>
            <w:r w:rsidRPr="002E6259">
              <w:rPr>
                <w:rFonts w:ascii="Corbel" w:hAnsi="Corbel"/>
                <w:sz w:val="24"/>
                <w:szCs w:val="24"/>
              </w:rPr>
              <w:t>wybranego rodzaju zajęć w ramach terapii zajęciowej</w:t>
            </w:r>
            <w:r w:rsidR="000C242B">
              <w:rPr>
                <w:rFonts w:ascii="Corbel" w:hAnsi="Corbel"/>
                <w:sz w:val="24"/>
                <w:szCs w:val="24"/>
              </w:rPr>
              <w:t xml:space="preserve"> (wraz z opracowaniem stosownej dokumentacji)</w:t>
            </w:r>
            <w:r w:rsidRPr="002E6259">
              <w:rPr>
                <w:rFonts w:ascii="Corbel" w:hAnsi="Corbel"/>
                <w:sz w:val="24"/>
                <w:szCs w:val="24"/>
              </w:rPr>
              <w:t xml:space="preserve"> z uwzględnieniem sprecyzowanego problemu społecznego.</w:t>
            </w:r>
          </w:p>
        </w:tc>
      </w:tr>
    </w:tbl>
    <w:p w14:paraId="779A10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8064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A659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E9121" w14:textId="26970DC4" w:rsidR="00E960BB" w:rsidRDefault="002E6259" w:rsidP="00F3742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00F3742F">
        <w:rPr>
          <w:rFonts w:ascii="Corbel" w:hAnsi="Corbel"/>
          <w:b w:val="0"/>
          <w:i/>
          <w:iCs/>
          <w:smallCaps w:val="0"/>
          <w:szCs w:val="24"/>
        </w:rPr>
        <w:t xml:space="preserve">Konwersatorium: </w:t>
      </w:r>
      <w:r w:rsidR="00AA2B58" w:rsidRPr="00F3742F">
        <w:rPr>
          <w:rFonts w:ascii="Corbel" w:hAnsi="Corbel"/>
          <w:b w:val="0"/>
          <w:i/>
          <w:iCs/>
          <w:smallCaps w:val="0"/>
          <w:szCs w:val="24"/>
        </w:rPr>
        <w:t>wykład z prezentacją multimedialną, praca w grupach, dyskusja na bazie tekstów naukowych, burza mózgów, odgrywanie scenek, studium i analiza przypadku, praca indywidualna i grupowa nad przygotowaniem</w:t>
      </w:r>
      <w:r w:rsidR="009C40E3">
        <w:rPr>
          <w:rFonts w:ascii="Corbel" w:hAnsi="Corbel"/>
          <w:b w:val="0"/>
          <w:i/>
          <w:iCs/>
          <w:smallCaps w:val="0"/>
          <w:szCs w:val="24"/>
        </w:rPr>
        <w:t xml:space="preserve"> dokumentacji i</w:t>
      </w:r>
      <w:r w:rsidR="00AA2B58" w:rsidRPr="00F3742F">
        <w:rPr>
          <w:rFonts w:ascii="Corbel" w:hAnsi="Corbel"/>
          <w:b w:val="0"/>
          <w:i/>
          <w:iCs/>
          <w:smallCaps w:val="0"/>
          <w:szCs w:val="24"/>
        </w:rPr>
        <w:t xml:space="preserve"> scenariusza zajęć terapeutycznych </w:t>
      </w:r>
      <w:r w:rsidR="00F3742F">
        <w:rPr>
          <w:rFonts w:ascii="Corbel" w:hAnsi="Corbel"/>
          <w:b w:val="0"/>
          <w:i/>
          <w:iCs/>
          <w:smallCaps w:val="0"/>
          <w:szCs w:val="24"/>
        </w:rPr>
        <w:t xml:space="preserve">dla wybranego rodzaju domu pomocy społecznej z uwzględnieniem określonego problemu społecznego, możliwości psychofizycznych oraz zainteresowań mieszkańca </w:t>
      </w:r>
      <w:proofErr w:type="spellStart"/>
      <w:r w:rsidR="00F3742F">
        <w:rPr>
          <w:rFonts w:ascii="Corbel" w:hAnsi="Corbel"/>
          <w:b w:val="0"/>
          <w:i/>
          <w:iCs/>
          <w:smallCaps w:val="0"/>
          <w:szCs w:val="24"/>
        </w:rPr>
        <w:t>dps</w:t>
      </w:r>
      <w:proofErr w:type="spellEnd"/>
      <w:r w:rsidR="00F3742F">
        <w:rPr>
          <w:rFonts w:ascii="Corbel" w:hAnsi="Corbel"/>
          <w:b w:val="0"/>
          <w:i/>
          <w:iCs/>
          <w:smallCaps w:val="0"/>
          <w:szCs w:val="24"/>
        </w:rPr>
        <w:t xml:space="preserve">. </w:t>
      </w:r>
    </w:p>
    <w:p w14:paraId="0F97C627" w14:textId="77777777" w:rsidR="00F3742F" w:rsidRPr="00F3742F" w:rsidRDefault="00F3742F" w:rsidP="00F3742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</w:p>
    <w:p w14:paraId="6E7282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A0ABD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1E1F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9B22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3C668365" w14:textId="77777777" w:rsidTr="00C05F44">
        <w:tc>
          <w:tcPr>
            <w:tcW w:w="1985" w:type="dxa"/>
            <w:vAlign w:val="center"/>
          </w:tcPr>
          <w:p w14:paraId="117ADF0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1CA0E3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90408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0942A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4DF96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369C7C" w14:textId="77777777" w:rsidTr="00C05F44">
        <w:tc>
          <w:tcPr>
            <w:tcW w:w="1985" w:type="dxa"/>
          </w:tcPr>
          <w:p w14:paraId="43CB87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215EF07" w14:textId="3CFD4CA7" w:rsidR="0085747A" w:rsidRPr="001115B1" w:rsidRDefault="001115B1" w:rsidP="001115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</w:t>
            </w:r>
            <w:r w:rsidR="00F3742F">
              <w:rPr>
                <w:rFonts w:ascii="Corbel" w:hAnsi="Corbel"/>
                <w:b w:val="0"/>
                <w:szCs w:val="24"/>
              </w:rPr>
              <w:t xml:space="preserve"> arkusz aktywizacji mieszkańca </w:t>
            </w:r>
            <w:proofErr w:type="spellStart"/>
            <w:r w:rsidR="00F3742F">
              <w:rPr>
                <w:rFonts w:ascii="Corbel" w:hAnsi="Corbel"/>
                <w:b w:val="0"/>
                <w:szCs w:val="24"/>
              </w:rPr>
              <w:t>dps</w:t>
            </w:r>
            <w:proofErr w:type="spellEnd"/>
            <w:r w:rsidR="00F3742F">
              <w:rPr>
                <w:rFonts w:ascii="Corbel" w:hAnsi="Corbel"/>
                <w:b w:val="0"/>
                <w:szCs w:val="24"/>
              </w:rPr>
              <w:t xml:space="preserve">, tygodniowy plan zajęć terapeutycznych, ramowy plan pracy z mieszkańcami </w:t>
            </w:r>
            <w:proofErr w:type="spellStart"/>
            <w:r w:rsidR="00F3742F">
              <w:rPr>
                <w:rFonts w:ascii="Corbel" w:hAnsi="Corbel"/>
                <w:b w:val="0"/>
                <w:szCs w:val="24"/>
              </w:rPr>
              <w:t>dps</w:t>
            </w:r>
            <w:proofErr w:type="spellEnd"/>
            <w:r w:rsidRPr="001115B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7FC85E" w14:textId="77C93D3D" w:rsidR="0085747A" w:rsidRPr="009C54AE" w:rsidRDefault="00111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3742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4EDFA963" w14:textId="77777777" w:rsidTr="00C05F44">
        <w:tc>
          <w:tcPr>
            <w:tcW w:w="1985" w:type="dxa"/>
          </w:tcPr>
          <w:p w14:paraId="251E0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2B7CF6" w14:textId="56ABEFB0" w:rsidR="0085747A" w:rsidRPr="009C54AE" w:rsidRDefault="00F3742F" w:rsidP="001115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</w:t>
            </w:r>
            <w:r>
              <w:rPr>
                <w:rFonts w:ascii="Corbel" w:hAnsi="Corbel"/>
                <w:b w:val="0"/>
                <w:szCs w:val="24"/>
              </w:rPr>
              <w:t xml:space="preserve"> arkusz aktywizacji mieszkańca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dps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, tygodniowy plan zajęć terapeutycznych, ramowy plan pracy z mieszkańcami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dps</w:t>
            </w:r>
            <w:proofErr w:type="spellEnd"/>
            <w:r w:rsidRPr="001115B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865A7B5" w14:textId="055C5469" w:rsidR="0085747A" w:rsidRPr="009C54AE" w:rsidRDefault="00F374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3742F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3742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15B1" w:rsidRPr="009C54AE" w14:paraId="2918F489" w14:textId="77777777" w:rsidTr="00C05F44">
        <w:tc>
          <w:tcPr>
            <w:tcW w:w="1985" w:type="dxa"/>
          </w:tcPr>
          <w:p w14:paraId="3C6B172D" w14:textId="3D1502CE" w:rsidR="001115B1" w:rsidRPr="009C54AE" w:rsidRDefault="00111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64F6A1" w14:textId="1D170D4E" w:rsidR="001115B1" w:rsidRPr="009C54AE" w:rsidRDefault="00F3742F" w:rsidP="001115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</w:t>
            </w:r>
            <w:r>
              <w:rPr>
                <w:rFonts w:ascii="Corbel" w:hAnsi="Corbel"/>
                <w:b w:val="0"/>
                <w:szCs w:val="24"/>
              </w:rPr>
              <w:t xml:space="preserve"> arkusz aktywizacji mieszkańca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dps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, tygodniowy plan zajęć terapeutycznych, ramowy plan pracy z mieszkańcami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dps</w:t>
            </w:r>
            <w:proofErr w:type="spellEnd"/>
            <w:r w:rsidRPr="001115B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356842A" w14:textId="3F452ED3" w:rsidR="001115B1" w:rsidRPr="009C54AE" w:rsidRDefault="00F374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3742F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3742F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572249C" w14:textId="0E8A533A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A7A0F9" w14:textId="77777777" w:rsidR="004D0FB7" w:rsidRPr="009C54AE" w:rsidRDefault="004D0F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379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57E3F9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9FA852" w14:textId="77777777" w:rsidTr="00923D7D">
        <w:tc>
          <w:tcPr>
            <w:tcW w:w="9670" w:type="dxa"/>
          </w:tcPr>
          <w:p w14:paraId="0E4C6F61" w14:textId="77777777" w:rsidR="00E23459" w:rsidRPr="00DF099D" w:rsidRDefault="00E23459" w:rsidP="00E23459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14:paraId="4BA37922" w14:textId="338ECF32" w:rsidR="00BC5A05" w:rsidRDefault="00BC5A05" w:rsidP="00BC5A0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w grupie: </w:t>
            </w:r>
            <w:r w:rsidRPr="00361A27">
              <w:rPr>
                <w:rFonts w:ascii="Corbel" w:hAnsi="Corbel"/>
                <w:i/>
                <w:iCs/>
                <w:sz w:val="24"/>
                <w:szCs w:val="24"/>
              </w:rPr>
              <w:t>tygodniowego planu zajęć terapeutycznych w DPS</w:t>
            </w:r>
            <w:r>
              <w:rPr>
                <w:rFonts w:ascii="Corbel" w:hAnsi="Corbel"/>
                <w:sz w:val="24"/>
                <w:szCs w:val="24"/>
              </w:rPr>
              <w:t xml:space="preserve"> (3 pkt.) wraz z</w:t>
            </w:r>
            <w:r w:rsidR="00944C1A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61A27">
              <w:rPr>
                <w:rFonts w:ascii="Corbel" w:hAnsi="Corbel"/>
                <w:i/>
                <w:iCs/>
                <w:sz w:val="24"/>
                <w:szCs w:val="24"/>
              </w:rPr>
              <w:t>arkuszem aktywizacji mieszkańca Domu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(6 pkt.) oraz </w:t>
            </w:r>
            <w:r w:rsidRPr="00361A27">
              <w:rPr>
                <w:rFonts w:ascii="Corbel" w:hAnsi="Corbel"/>
                <w:i/>
                <w:iCs/>
                <w:sz w:val="24"/>
                <w:szCs w:val="24"/>
              </w:rPr>
              <w:t>ramowym planem pracy z mieszkańcami DPS</w:t>
            </w:r>
            <w:r>
              <w:rPr>
                <w:rFonts w:ascii="Corbel" w:hAnsi="Corbel"/>
                <w:sz w:val="24"/>
                <w:szCs w:val="24"/>
              </w:rPr>
              <w:t xml:space="preserve"> (4 pkt.) </w:t>
            </w:r>
            <w:r w:rsidRPr="00E23459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4F26">
              <w:rPr>
                <w:rFonts w:ascii="Corbel" w:hAnsi="Corbel"/>
                <w:b/>
                <w:bCs/>
                <w:sz w:val="24"/>
                <w:szCs w:val="24"/>
              </w:rPr>
              <w:t>13 pkt.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6AF1FB" w14:textId="6FF560C8" w:rsidR="00BC5A05" w:rsidRPr="00E23459" w:rsidRDefault="00BC5A05" w:rsidP="00BC5A0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Sporządzenie w grupie: </w:t>
            </w:r>
            <w:r w:rsidRPr="00361A27">
              <w:rPr>
                <w:rFonts w:ascii="Corbel" w:hAnsi="Corbel"/>
                <w:i/>
                <w:iCs/>
                <w:sz w:val="24"/>
                <w:szCs w:val="24"/>
              </w:rPr>
              <w:t>projektu zajęć terapeutycznych zaprezentowanego i</w:t>
            </w:r>
            <w:r w:rsidR="00944C1A">
              <w:rPr>
                <w:rFonts w:ascii="Corbel" w:hAnsi="Corbel"/>
                <w:i/>
                <w:iCs/>
                <w:sz w:val="24"/>
                <w:szCs w:val="24"/>
              </w:rPr>
              <w:t> </w:t>
            </w:r>
            <w:r w:rsidRPr="00361A27">
              <w:rPr>
                <w:rFonts w:ascii="Corbel" w:hAnsi="Corbel"/>
                <w:i/>
                <w:iCs/>
                <w:sz w:val="24"/>
                <w:szCs w:val="24"/>
              </w:rPr>
              <w:t xml:space="preserve"> zrealizowanego z aktywnym udziałem grupy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C64F26">
              <w:rPr>
                <w:rFonts w:ascii="Corbel" w:hAnsi="Corbel"/>
                <w:b/>
                <w:bCs/>
                <w:sz w:val="24"/>
                <w:szCs w:val="24"/>
              </w:rPr>
              <w:t xml:space="preserve"> 3 pkt.</w:t>
            </w:r>
          </w:p>
          <w:p w14:paraId="76D201D9" w14:textId="77777777" w:rsidR="00BC5A05" w:rsidRDefault="00BC5A05" w:rsidP="00BC5A05">
            <w:pPr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Łącznie do zdobycia jest 16 pkt. </w:t>
            </w:r>
          </w:p>
          <w:p w14:paraId="719DCF99" w14:textId="77777777" w:rsidR="00BC5A05" w:rsidRPr="00C64F26" w:rsidRDefault="00BC5A05" w:rsidP="00BC5A05">
            <w:pPr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64F26">
              <w:rPr>
                <w:rFonts w:ascii="Corbel" w:hAnsi="Corbel"/>
                <w:b/>
                <w:bCs/>
                <w:sz w:val="24"/>
                <w:szCs w:val="24"/>
              </w:rPr>
              <w:t>Sposób obliczenia oceny końcowej:</w:t>
            </w:r>
          </w:p>
          <w:p w14:paraId="4E3224D4" w14:textId="77777777" w:rsidR="00BC5A05" w:rsidRPr="00DF099D" w:rsidRDefault="00BC5A05" w:rsidP="00BC5A05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Liczba zdobytych punktów mnożona jest przez 100% i dzielona przez sumę możliwych punktów do zdobycia (16 pkt.). Wynik odnoszony jest do skali ocen załączonej poniżej. </w:t>
            </w:r>
          </w:p>
          <w:p w14:paraId="74BBC9C8" w14:textId="77777777" w:rsidR="00BC5A05" w:rsidRPr="00DF099D" w:rsidRDefault="00BC5A05" w:rsidP="00BC5A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6338E5A8" w14:textId="77777777" w:rsidR="00BC5A05" w:rsidRPr="00DF099D" w:rsidRDefault="00BC5A05" w:rsidP="00BC5A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18CF3C5E" w14:textId="77777777" w:rsidR="00BC5A05" w:rsidRPr="00DF099D" w:rsidRDefault="00BC5A05" w:rsidP="00BC5A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614BAFEC" w14:textId="77777777" w:rsidR="00BC5A05" w:rsidRPr="00DF099D" w:rsidRDefault="00BC5A05" w:rsidP="00BC5A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2FA8DF68" w14:textId="77777777" w:rsidR="00BC5A05" w:rsidRPr="00DF099D" w:rsidRDefault="00BC5A05" w:rsidP="00BC5A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7C8F571E" w14:textId="77777777" w:rsidR="00BC5A05" w:rsidRDefault="00BC5A05" w:rsidP="00BC5A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  <w:p w14:paraId="220E1EE6" w14:textId="77777777" w:rsidR="00BC5A05" w:rsidRDefault="00BC5A05" w:rsidP="00BC5A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2C420EB" w14:textId="77777777" w:rsidR="00BC5A05" w:rsidRPr="00BC5A05" w:rsidRDefault="00BC5A05" w:rsidP="00BC5A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 xml:space="preserve">Dodatkowo punktowana jest również aktywność podczas zajęć (maksymalnie dodatkowych 10% do oceny końcowej, jednakże łączna ilość procent nie może przekraczać wyniku 100%). </w:t>
            </w:r>
          </w:p>
          <w:p w14:paraId="092F962A" w14:textId="77777777" w:rsidR="00BC5A05" w:rsidRPr="00BC5A05" w:rsidRDefault="00BC5A05" w:rsidP="00BC5A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A084FB" w14:textId="7639575F" w:rsidR="00BC5A05" w:rsidRPr="00BC5A05" w:rsidRDefault="00BC5A05" w:rsidP="00BC5A05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</w:t>
            </w:r>
            <w:r w:rsidRPr="00BC5A05">
              <w:rPr>
                <w:rFonts w:ascii="Corbel" w:hAnsi="Corbel"/>
                <w:bCs/>
                <w:smallCaps w:val="0"/>
                <w:szCs w:val="24"/>
              </w:rPr>
              <w:t>zczegółowe zasady oceniania:</w:t>
            </w:r>
          </w:p>
          <w:p w14:paraId="061A3BBF" w14:textId="77777777" w:rsidR="00BC5A05" w:rsidRPr="00BC5A05" w:rsidRDefault="00BC5A05" w:rsidP="00BC5A0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BC5A05">
              <w:rPr>
                <w:rFonts w:ascii="Corbel" w:hAnsi="Corbel"/>
                <w:bCs/>
                <w:smallCaps w:val="0"/>
                <w:szCs w:val="24"/>
              </w:rPr>
              <w:t>arkusz aktywizacji mieszkańca Domu Pomocy Społecznej (6 pkt.):</w:t>
            </w:r>
          </w:p>
          <w:p w14:paraId="3772C875" w14:textId="77777777" w:rsidR="00BC5A05" w:rsidRPr="00BC5A05" w:rsidRDefault="00BC5A05" w:rsidP="00BC5A05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>Dane dotyczące klienta korzystającego z usług domu pomocy społecznej (1 pkt);</w:t>
            </w:r>
          </w:p>
          <w:p w14:paraId="49810D13" w14:textId="77777777" w:rsidR="00BC5A05" w:rsidRPr="00BC5A05" w:rsidRDefault="00BC5A05" w:rsidP="00BC5A05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 xml:space="preserve">Aktywność mieszkańca </w:t>
            </w:r>
            <w:proofErr w:type="spellStart"/>
            <w:r w:rsidRPr="00BC5A05">
              <w:rPr>
                <w:rFonts w:ascii="Corbel" w:hAnsi="Corbel"/>
                <w:b w:val="0"/>
                <w:smallCaps w:val="0"/>
                <w:szCs w:val="24"/>
              </w:rPr>
              <w:t>dps</w:t>
            </w:r>
            <w:proofErr w:type="spellEnd"/>
            <w:r w:rsidRPr="00BC5A05">
              <w:rPr>
                <w:rFonts w:ascii="Corbel" w:hAnsi="Corbel"/>
                <w:b w:val="0"/>
                <w:smallCaps w:val="0"/>
                <w:szCs w:val="24"/>
              </w:rPr>
              <w:t xml:space="preserve"> (1 pkt);</w:t>
            </w:r>
          </w:p>
          <w:p w14:paraId="76DF60F3" w14:textId="77777777" w:rsidR="00BC5A05" w:rsidRPr="00BC5A05" w:rsidRDefault="00BC5A05" w:rsidP="00BC5A05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 terapeutycznych (rodzaj zainteresowań mieszkańca </w:t>
            </w:r>
            <w:proofErr w:type="spellStart"/>
            <w:r w:rsidRPr="00BC5A05">
              <w:rPr>
                <w:rFonts w:ascii="Corbel" w:hAnsi="Corbel"/>
                <w:b w:val="0"/>
                <w:smallCaps w:val="0"/>
                <w:szCs w:val="24"/>
              </w:rPr>
              <w:t>dps</w:t>
            </w:r>
            <w:proofErr w:type="spellEnd"/>
            <w:r w:rsidRPr="00BC5A05">
              <w:rPr>
                <w:rFonts w:ascii="Corbel" w:hAnsi="Corbel"/>
                <w:b w:val="0"/>
                <w:smallCaps w:val="0"/>
                <w:szCs w:val="24"/>
              </w:rPr>
              <w:t xml:space="preserve">, zaproponowana forma terapii, przebieg aktywności w zajęciach terapeutycznych, data rozpoczęcia i zakończenia terapii – 4 pkt.); </w:t>
            </w:r>
          </w:p>
          <w:p w14:paraId="72973C51" w14:textId="34F60A9B" w:rsidR="00BC5A05" w:rsidRPr="00BC5A05" w:rsidRDefault="00BC5A05" w:rsidP="00BC5A0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BC5A05">
              <w:rPr>
                <w:rFonts w:ascii="Corbel" w:hAnsi="Corbel"/>
                <w:bCs/>
                <w:smallCaps w:val="0"/>
                <w:szCs w:val="24"/>
              </w:rPr>
              <w:t xml:space="preserve">ramowy plan pracy z mieszkańcami </w:t>
            </w:r>
            <w:r>
              <w:rPr>
                <w:rFonts w:ascii="Corbel" w:hAnsi="Corbel"/>
                <w:bCs/>
                <w:smallCaps w:val="0"/>
                <w:szCs w:val="24"/>
              </w:rPr>
              <w:t>DPS</w:t>
            </w:r>
            <w:r w:rsidRPr="00BC5A05">
              <w:rPr>
                <w:rFonts w:ascii="Corbel" w:hAnsi="Corbel"/>
                <w:bCs/>
                <w:smallCaps w:val="0"/>
                <w:szCs w:val="24"/>
              </w:rPr>
              <w:t xml:space="preserve"> (4 pkt.):</w:t>
            </w:r>
          </w:p>
          <w:p w14:paraId="2EF1DAF3" w14:textId="77777777" w:rsidR="00BC5A05" w:rsidRPr="00BC5A05" w:rsidRDefault="00BC5A05" w:rsidP="00BC5A05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>cel pracy terapeutycznej (2 pkt.);</w:t>
            </w:r>
          </w:p>
          <w:p w14:paraId="0F6968EF" w14:textId="77777777" w:rsidR="00BC5A05" w:rsidRPr="00BC5A05" w:rsidRDefault="00BC5A05" w:rsidP="00BC5A05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>formy zajęć terapeutycznych (2 pkt.);</w:t>
            </w:r>
          </w:p>
          <w:p w14:paraId="6D293756" w14:textId="77777777" w:rsidR="00BC5A05" w:rsidRDefault="00BC5A05" w:rsidP="00BC5A0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BC5A05">
              <w:rPr>
                <w:rFonts w:ascii="Corbel" w:hAnsi="Corbel"/>
                <w:bCs/>
                <w:smallCaps w:val="0"/>
                <w:szCs w:val="24"/>
              </w:rPr>
              <w:t>tygodniowy plan zajęć terapeutycznych (3 pkt.);</w:t>
            </w:r>
          </w:p>
          <w:p w14:paraId="00D9F52E" w14:textId="07EEDE01" w:rsidR="0085747A" w:rsidRPr="00BC5A05" w:rsidRDefault="00BC5A05" w:rsidP="00BC5A0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BC5A05">
              <w:rPr>
                <w:rFonts w:ascii="Corbel" w:hAnsi="Corbel"/>
                <w:bCs/>
                <w:smallCaps w:val="0"/>
                <w:szCs w:val="24"/>
              </w:rPr>
              <w:t xml:space="preserve">realizacja projektu zajęć terapeutycznych </w:t>
            </w:r>
            <w:r>
              <w:rPr>
                <w:rFonts w:ascii="Corbel" w:hAnsi="Corbel"/>
                <w:bCs/>
                <w:smallCaps w:val="0"/>
                <w:szCs w:val="24"/>
              </w:rPr>
              <w:t>(</w:t>
            </w:r>
            <w:r w:rsidRPr="00BC5A05">
              <w:rPr>
                <w:rFonts w:ascii="Corbel" w:hAnsi="Corbel"/>
                <w:bCs/>
                <w:smallCaps w:val="0"/>
                <w:szCs w:val="24"/>
              </w:rPr>
              <w:t>3 pkt.) .</w:t>
            </w:r>
          </w:p>
        </w:tc>
      </w:tr>
    </w:tbl>
    <w:p w14:paraId="3C093DFD" w14:textId="18D7668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85C687" w14:textId="191DEF54" w:rsidR="004D0FB7" w:rsidRDefault="004D0F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32B87" w14:textId="5959B4DB" w:rsidR="004D0FB7" w:rsidRDefault="004D0F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7C1517" w14:textId="77777777" w:rsidR="004D0FB7" w:rsidRPr="009C54AE" w:rsidRDefault="004D0F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9BDCF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77CE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6561454" w14:textId="77777777" w:rsidTr="003E1941">
        <w:tc>
          <w:tcPr>
            <w:tcW w:w="4962" w:type="dxa"/>
            <w:vAlign w:val="center"/>
          </w:tcPr>
          <w:p w14:paraId="3E41E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88C0B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DD8D13" w14:textId="77777777" w:rsidTr="00923D7D">
        <w:tc>
          <w:tcPr>
            <w:tcW w:w="4962" w:type="dxa"/>
          </w:tcPr>
          <w:p w14:paraId="5F56D1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A7726D" w14:textId="6964D40B" w:rsidR="0085747A" w:rsidRPr="009C54AE" w:rsidRDefault="00640FD4" w:rsidP="00F16E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04FD341" w14:textId="77777777" w:rsidTr="00923D7D">
        <w:tc>
          <w:tcPr>
            <w:tcW w:w="4962" w:type="dxa"/>
          </w:tcPr>
          <w:p w14:paraId="1879E4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775D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810955" w14:textId="001CBF31" w:rsidR="00C61DC5" w:rsidRPr="009C54AE" w:rsidRDefault="00F16E7F" w:rsidP="00F16E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8EEA74C" w14:textId="77777777" w:rsidTr="00923D7D">
        <w:tc>
          <w:tcPr>
            <w:tcW w:w="4962" w:type="dxa"/>
          </w:tcPr>
          <w:p w14:paraId="72F22AB2" w14:textId="158CE2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16E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F5CDF48" w14:textId="227F161F" w:rsidR="00C61DC5" w:rsidRPr="009C54AE" w:rsidRDefault="004D0FB7" w:rsidP="00F16E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0AABF765" w14:textId="77777777" w:rsidTr="00923D7D">
        <w:tc>
          <w:tcPr>
            <w:tcW w:w="4962" w:type="dxa"/>
          </w:tcPr>
          <w:p w14:paraId="3694D5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DA95A8" w14:textId="4851BAE3" w:rsidR="0085747A" w:rsidRPr="009C54AE" w:rsidRDefault="004D0FB7" w:rsidP="00F16E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59E87C6" w14:textId="77777777" w:rsidTr="00923D7D">
        <w:tc>
          <w:tcPr>
            <w:tcW w:w="4962" w:type="dxa"/>
          </w:tcPr>
          <w:p w14:paraId="023E9B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DADEB5" w14:textId="46F0AC85" w:rsidR="0085747A" w:rsidRPr="004D0FB7" w:rsidRDefault="00F16E7F" w:rsidP="00F16E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0FB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DCB5C0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96024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275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0C368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E91EF3" w14:textId="77777777" w:rsidTr="0071620A">
        <w:trPr>
          <w:trHeight w:val="397"/>
        </w:trPr>
        <w:tc>
          <w:tcPr>
            <w:tcW w:w="3544" w:type="dxa"/>
          </w:tcPr>
          <w:p w14:paraId="23975E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1161325" w14:textId="5675635E" w:rsidR="0085747A" w:rsidRPr="004D0FB7" w:rsidRDefault="004D0FB7" w:rsidP="00000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="008D043D" w:rsidRPr="004D0FB7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="0085747A" w:rsidRPr="009C54AE" w14:paraId="720A3A9E" w14:textId="77777777" w:rsidTr="0000037D">
        <w:trPr>
          <w:trHeight w:val="58"/>
        </w:trPr>
        <w:tc>
          <w:tcPr>
            <w:tcW w:w="3544" w:type="dxa"/>
          </w:tcPr>
          <w:p w14:paraId="785526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A26504" w14:textId="5BD71F22" w:rsidR="0085747A" w:rsidRPr="004D0FB7" w:rsidRDefault="004D0FB7" w:rsidP="00000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8D043D" w:rsidRPr="004D0FB7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0D77BC7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58E2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FAA2F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92C07" w:rsidRPr="009C54AE" w14:paraId="6A57AC21" w14:textId="77777777" w:rsidTr="003D0FA6">
        <w:trPr>
          <w:trHeight w:val="397"/>
        </w:trPr>
        <w:tc>
          <w:tcPr>
            <w:tcW w:w="7513" w:type="dxa"/>
            <w:shd w:val="clear" w:color="auto" w:fill="auto"/>
          </w:tcPr>
          <w:p w14:paraId="78A717BA" w14:textId="77777777" w:rsidR="00792C07" w:rsidRPr="00346520" w:rsidRDefault="00792C07" w:rsidP="00792C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520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3D463142" w14:textId="596004DD" w:rsidR="00792C07" w:rsidRDefault="00792C07" w:rsidP="000C637F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Baum E.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 (2008).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E565B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</w:t>
            </w:r>
            <w:r w:rsidR="00944C1A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Fraszka Edukacyjna. </w:t>
            </w:r>
          </w:p>
          <w:p w14:paraId="69F86E41" w14:textId="0E841AAB" w:rsidR="00944C1A" w:rsidRPr="00944C1A" w:rsidRDefault="00944C1A" w:rsidP="000C637F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4C1A">
              <w:rPr>
                <w:rFonts w:ascii="Corbel" w:hAnsi="Corbel"/>
                <w:b w:val="0"/>
                <w:smallCaps w:val="0"/>
                <w:szCs w:val="24"/>
              </w:rPr>
              <w:t xml:space="preserve">Bochenek M., </w:t>
            </w:r>
            <w:proofErr w:type="spellStart"/>
            <w:r w:rsidRPr="00944C1A">
              <w:rPr>
                <w:rFonts w:ascii="Corbel" w:hAnsi="Corbel"/>
                <w:b w:val="0"/>
                <w:smallCaps w:val="0"/>
                <w:szCs w:val="24"/>
              </w:rPr>
              <w:t>Gawarkiewicz</w:t>
            </w:r>
            <w:proofErr w:type="spellEnd"/>
            <w:r w:rsidRPr="00944C1A">
              <w:rPr>
                <w:rFonts w:ascii="Corbel" w:hAnsi="Corbel"/>
                <w:b w:val="0"/>
                <w:smallCaps w:val="0"/>
                <w:szCs w:val="24"/>
              </w:rPr>
              <w:t xml:space="preserve"> Ż., Januszewska M.,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in.</w:t>
            </w:r>
            <w:r w:rsidRPr="00944C1A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(2016).</w:t>
            </w:r>
            <w:r w:rsidRPr="002A7F25">
              <w:rPr>
                <w:rFonts w:ascii="Corbel" w:hAnsi="Corbel"/>
                <w:i/>
                <w:szCs w:val="24"/>
              </w:rPr>
              <w:t xml:space="preserve"> </w:t>
            </w:r>
            <w:r w:rsidRPr="002A7F25">
              <w:rPr>
                <w:rFonts w:ascii="Corbel" w:hAnsi="Corbel"/>
                <w:b w:val="0"/>
                <w:i/>
                <w:smallCaps w:val="0"/>
                <w:szCs w:val="24"/>
              </w:rPr>
              <w:t>Opłaty za pobyt w domu pomocy społecznej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285838" w14:textId="7E3D6A16" w:rsidR="00792C07" w:rsidRPr="00944C1A" w:rsidRDefault="00792C07" w:rsidP="000C637F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Brzezińska M., Graczkowska M.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03A42">
              <w:rPr>
                <w:rFonts w:ascii="Corbel" w:hAnsi="Corbel"/>
                <w:b w:val="0"/>
                <w:i/>
                <w:smallCaps w:val="0"/>
                <w:szCs w:val="24"/>
              </w:rPr>
              <w:t>Zaradnik</w:t>
            </w:r>
            <w:proofErr w:type="spellEnd"/>
            <w:r w:rsidRPr="00703A4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terapeutyczny. Jak pracować z seniorami w domu pomocy społecznej?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44C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CD47B6" w14:textId="6D450E2D" w:rsidR="00792C07" w:rsidRDefault="00792C07" w:rsidP="000C637F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Grabusińska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 (2013).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A7F25">
              <w:rPr>
                <w:rFonts w:ascii="Corbel" w:hAnsi="Corbel"/>
                <w:b w:val="0"/>
                <w:i/>
                <w:smallCaps w:val="0"/>
                <w:szCs w:val="24"/>
              </w:rPr>
              <w:t>Domy pomocy społecznej w Polsce</w:t>
            </w:r>
            <w:r w:rsidR="00944C1A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6A451C7B" w14:textId="1595AF92" w:rsidR="00792C07" w:rsidRDefault="00792C07" w:rsidP="000C637F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Kozaczuk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E565B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 w domach pomocy społecznej</w:t>
            </w:r>
            <w:r w:rsidR="00944C1A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Katowice: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Śląsk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2F25162" w14:textId="50733CEE" w:rsidR="00792C07" w:rsidRDefault="00792C07" w:rsidP="000C637F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Rychter D., Margasiński A.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 (2008).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03A42">
              <w:rPr>
                <w:rFonts w:ascii="Corbel" w:hAnsi="Corbel"/>
                <w:b w:val="0"/>
                <w:i/>
                <w:smallCaps w:val="0"/>
                <w:szCs w:val="24"/>
              </w:rPr>
              <w:t>Wprowadzenie do terapii zajęciowe</w:t>
            </w:r>
            <w:r w:rsidR="00944C1A">
              <w:rPr>
                <w:rFonts w:ascii="Corbel" w:hAnsi="Corbel"/>
                <w:b w:val="0"/>
                <w:i/>
                <w:smallCaps w:val="0"/>
                <w:szCs w:val="24"/>
              </w:rPr>
              <w:t>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Częstochowa: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Akademia im. Jana Długosza w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Częstochowie.</w:t>
            </w:r>
          </w:p>
          <w:p w14:paraId="2EE38AFC" w14:textId="6F6C1B54" w:rsidR="00792C07" w:rsidRPr="00792C07" w:rsidRDefault="00792C07" w:rsidP="000C637F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2C07">
              <w:rPr>
                <w:rFonts w:ascii="Corbel" w:hAnsi="Corbel"/>
                <w:b w:val="0"/>
                <w:smallCaps w:val="0"/>
                <w:szCs w:val="24"/>
              </w:rPr>
              <w:t>Sienkiewicz-</w:t>
            </w:r>
            <w:proofErr w:type="spellStart"/>
            <w:r w:rsidRPr="00792C07">
              <w:rPr>
                <w:rFonts w:ascii="Corbel" w:hAnsi="Corbel"/>
                <w:b w:val="0"/>
                <w:smallCaps w:val="0"/>
                <w:szCs w:val="24"/>
              </w:rPr>
              <w:t>Wilowska</w:t>
            </w:r>
            <w:proofErr w:type="spellEnd"/>
            <w:r w:rsidRPr="00792C07">
              <w:rPr>
                <w:rFonts w:ascii="Corbel" w:hAnsi="Corbel"/>
                <w:b w:val="0"/>
                <w:smallCaps w:val="0"/>
                <w:szCs w:val="24"/>
              </w:rPr>
              <w:t xml:space="preserve"> J. A.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 (2019).</w:t>
            </w:r>
            <w:r w:rsidRPr="00792C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2C07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 dla osób w okresie późnej dorosłości. Stan aktualny i pożądane kierunki zmian</w:t>
            </w:r>
            <w:r w:rsidR="00944C1A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792C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792C07">
              <w:rPr>
                <w:rFonts w:ascii="Corbel" w:hAnsi="Corbel"/>
                <w:b w:val="0"/>
                <w:smallCaps w:val="0"/>
                <w:szCs w:val="24"/>
              </w:rPr>
              <w:t>Wyd. Naukowe UAM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92C07" w:rsidRPr="009C54AE" w14:paraId="22329AB5" w14:textId="77777777" w:rsidTr="0071620A">
        <w:trPr>
          <w:trHeight w:val="397"/>
        </w:trPr>
        <w:tc>
          <w:tcPr>
            <w:tcW w:w="7513" w:type="dxa"/>
          </w:tcPr>
          <w:p w14:paraId="51798A88" w14:textId="77777777" w:rsidR="00792C07" w:rsidRPr="00992693" w:rsidRDefault="00792C07" w:rsidP="00792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269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20EA3E" w14:textId="41CD88C7" w:rsidR="00992693" w:rsidRPr="00992693" w:rsidRDefault="00992693" w:rsidP="00992693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Cylkowska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-Nowak M., Pawlaczyk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Tobis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(red.). (2018). </w:t>
            </w:r>
            <w:r w:rsidRPr="00BB1FE6">
              <w:rPr>
                <w:rFonts w:ascii="Corbel" w:hAnsi="Corbel"/>
                <w:b w:val="0"/>
                <w:i/>
                <w:smallCaps w:val="0"/>
                <w:szCs w:val="24"/>
              </w:rPr>
              <w:t>Innowacje w terapii zajęciowej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BB1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BB1FE6">
              <w:rPr>
                <w:rFonts w:ascii="Corbel" w:hAnsi="Corbel"/>
                <w:b w:val="0"/>
                <w:smallCaps w:val="0"/>
                <w:szCs w:val="24"/>
              </w:rPr>
              <w:t>Wyd. Naukowe Uniwersytetu Medycznego im. Karola Marcinkowskiego w Poznaniu.</w:t>
            </w:r>
          </w:p>
          <w:p w14:paraId="1050B382" w14:textId="4E57388A" w:rsidR="003E2564" w:rsidRDefault="003E2564" w:rsidP="00992693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Jacek A., Sarnacka E., Miaskowska-Daszkiewicz K.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779A">
              <w:rPr>
                <w:rFonts w:ascii="Corbel" w:hAnsi="Corbel"/>
                <w:b w:val="0"/>
                <w:i/>
                <w:smallCaps w:val="0"/>
                <w:szCs w:val="24"/>
              </w:rPr>
              <w:t>Domy pomocy społecznej. Organizacja i funkcjonowanie</w:t>
            </w:r>
            <w:r w:rsidR="0099269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3B8B8C" w14:textId="52D53637" w:rsidR="003E2564" w:rsidRPr="00F81D79" w:rsidRDefault="003E2564" w:rsidP="00992693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Kulis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Chrabota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U., Szmurło M.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>, i in.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>. (2019).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81D79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 dzieci</w:t>
            </w:r>
            <w:r w:rsidR="0099269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Lekarskie PZWL.</w:t>
            </w:r>
          </w:p>
          <w:p w14:paraId="40734BE0" w14:textId="4BF870C3" w:rsidR="003E2564" w:rsidRPr="00992693" w:rsidRDefault="003E2564" w:rsidP="00992693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Steliga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157E0">
              <w:rPr>
                <w:rFonts w:ascii="Corbel" w:hAnsi="Corbel"/>
                <w:b w:val="0"/>
                <w:i/>
                <w:smallCaps w:val="0"/>
                <w:szCs w:val="24"/>
              </w:rPr>
              <w:t>Wybrane zagadnienia terapii przez sztukę osób chorych psychicznie</w:t>
            </w:r>
            <w:r w:rsidR="0099269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="00992693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Kraków: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Xeein</w:t>
            </w:r>
            <w:proofErr w:type="spellEnd"/>
            <w:r w:rsidR="0099269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0A65CC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602D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5ACB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75D7A" w14:textId="77777777" w:rsidR="00AB5199" w:rsidRDefault="00AB5199" w:rsidP="00C16ABF">
      <w:pPr>
        <w:spacing w:after="0" w:line="240" w:lineRule="auto"/>
      </w:pPr>
      <w:r>
        <w:separator/>
      </w:r>
    </w:p>
  </w:endnote>
  <w:endnote w:type="continuationSeparator" w:id="0">
    <w:p w14:paraId="08E7BF45" w14:textId="77777777" w:rsidR="00AB5199" w:rsidRDefault="00AB51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0663146"/>
      <w:docPartObj>
        <w:docPartGallery w:val="Page Numbers (Bottom of Page)"/>
        <w:docPartUnique/>
      </w:docPartObj>
    </w:sdtPr>
    <w:sdtEndPr/>
    <w:sdtContent>
      <w:p w14:paraId="5ED0980A" w14:textId="6F560967" w:rsidR="00D63D7A" w:rsidRDefault="00D63D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C7A133" w14:textId="77777777" w:rsidR="00D63D7A" w:rsidRDefault="00D63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F8189" w14:textId="77777777" w:rsidR="00AB5199" w:rsidRDefault="00AB5199" w:rsidP="00C16ABF">
      <w:pPr>
        <w:spacing w:after="0" w:line="240" w:lineRule="auto"/>
      </w:pPr>
      <w:r>
        <w:separator/>
      </w:r>
    </w:p>
  </w:footnote>
  <w:footnote w:type="continuationSeparator" w:id="0">
    <w:p w14:paraId="35F2C5BD" w14:textId="77777777" w:rsidR="00AB5199" w:rsidRDefault="00AB5199" w:rsidP="00C16ABF">
      <w:pPr>
        <w:spacing w:after="0" w:line="240" w:lineRule="auto"/>
      </w:pPr>
      <w:r>
        <w:continuationSeparator/>
      </w:r>
    </w:p>
  </w:footnote>
  <w:footnote w:id="1">
    <w:p w14:paraId="06AFE5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2236"/>
    <w:multiLevelType w:val="hybridMultilevel"/>
    <w:tmpl w:val="6D70D2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55324"/>
    <w:multiLevelType w:val="hybridMultilevel"/>
    <w:tmpl w:val="444EF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F1FB4"/>
    <w:multiLevelType w:val="hybridMultilevel"/>
    <w:tmpl w:val="CAF80F90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 w15:restartNumberingAfterBreak="0">
    <w:nsid w:val="4FE01060"/>
    <w:multiLevelType w:val="hybridMultilevel"/>
    <w:tmpl w:val="3EDA9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92679"/>
    <w:multiLevelType w:val="hybridMultilevel"/>
    <w:tmpl w:val="729C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432FB"/>
    <w:multiLevelType w:val="hybridMultilevel"/>
    <w:tmpl w:val="FAEA92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35EB3"/>
    <w:multiLevelType w:val="hybridMultilevel"/>
    <w:tmpl w:val="729C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37D"/>
    <w:rsid w:val="000048FD"/>
    <w:rsid w:val="000077B4"/>
    <w:rsid w:val="00015B8F"/>
    <w:rsid w:val="00022ECE"/>
    <w:rsid w:val="0004084F"/>
    <w:rsid w:val="00042A51"/>
    <w:rsid w:val="00042D2E"/>
    <w:rsid w:val="00044C82"/>
    <w:rsid w:val="00070ED6"/>
    <w:rsid w:val="000742DC"/>
    <w:rsid w:val="00082F0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42B"/>
    <w:rsid w:val="000C637F"/>
    <w:rsid w:val="000D04B0"/>
    <w:rsid w:val="000F1C57"/>
    <w:rsid w:val="000F5615"/>
    <w:rsid w:val="001115B1"/>
    <w:rsid w:val="00124B3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5EE4"/>
    <w:rsid w:val="001D657B"/>
    <w:rsid w:val="001D7B54"/>
    <w:rsid w:val="001E0209"/>
    <w:rsid w:val="001E7DD4"/>
    <w:rsid w:val="001F2CA2"/>
    <w:rsid w:val="002144C0"/>
    <w:rsid w:val="0022477D"/>
    <w:rsid w:val="002278A9"/>
    <w:rsid w:val="002336F9"/>
    <w:rsid w:val="0024028F"/>
    <w:rsid w:val="00241A4A"/>
    <w:rsid w:val="00244ABC"/>
    <w:rsid w:val="00281FF2"/>
    <w:rsid w:val="002857DE"/>
    <w:rsid w:val="0028710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259"/>
    <w:rsid w:val="002F02A3"/>
    <w:rsid w:val="002F4ABE"/>
    <w:rsid w:val="003018BA"/>
    <w:rsid w:val="0030395F"/>
    <w:rsid w:val="00305C92"/>
    <w:rsid w:val="003151C5"/>
    <w:rsid w:val="003343CF"/>
    <w:rsid w:val="00346520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10F"/>
    <w:rsid w:val="003D6CE2"/>
    <w:rsid w:val="003E1941"/>
    <w:rsid w:val="003E2564"/>
    <w:rsid w:val="003E2FE6"/>
    <w:rsid w:val="003E49D5"/>
    <w:rsid w:val="003F205D"/>
    <w:rsid w:val="003F38C0"/>
    <w:rsid w:val="00414E3C"/>
    <w:rsid w:val="0041702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23"/>
    <w:rsid w:val="00490F7D"/>
    <w:rsid w:val="00491678"/>
    <w:rsid w:val="004968E2"/>
    <w:rsid w:val="004A3EEA"/>
    <w:rsid w:val="004A4D1F"/>
    <w:rsid w:val="004D0FB7"/>
    <w:rsid w:val="004D5282"/>
    <w:rsid w:val="004E1D2C"/>
    <w:rsid w:val="004F1551"/>
    <w:rsid w:val="004F55A3"/>
    <w:rsid w:val="0050496F"/>
    <w:rsid w:val="00513B6F"/>
    <w:rsid w:val="00517C63"/>
    <w:rsid w:val="005363C4"/>
    <w:rsid w:val="00536BDE"/>
    <w:rsid w:val="00541A4C"/>
    <w:rsid w:val="005420CC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BDE"/>
    <w:rsid w:val="00621CE1"/>
    <w:rsid w:val="00627FC9"/>
    <w:rsid w:val="00640FD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86C"/>
    <w:rsid w:val="006F1FBC"/>
    <w:rsid w:val="006F31E2"/>
    <w:rsid w:val="00703EE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EA"/>
    <w:rsid w:val="00763BF1"/>
    <w:rsid w:val="00766FD4"/>
    <w:rsid w:val="0078168C"/>
    <w:rsid w:val="00787C2A"/>
    <w:rsid w:val="00790E27"/>
    <w:rsid w:val="00792C07"/>
    <w:rsid w:val="007A4022"/>
    <w:rsid w:val="007A6E6E"/>
    <w:rsid w:val="007C3299"/>
    <w:rsid w:val="007C3BCC"/>
    <w:rsid w:val="007C4546"/>
    <w:rsid w:val="007D6E56"/>
    <w:rsid w:val="007E197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43D"/>
    <w:rsid w:val="008D3DFB"/>
    <w:rsid w:val="008E56B1"/>
    <w:rsid w:val="008E64F4"/>
    <w:rsid w:val="008F12C9"/>
    <w:rsid w:val="008F6E29"/>
    <w:rsid w:val="00916188"/>
    <w:rsid w:val="00923D7D"/>
    <w:rsid w:val="00944C1A"/>
    <w:rsid w:val="009508DF"/>
    <w:rsid w:val="00950DAC"/>
    <w:rsid w:val="00954A07"/>
    <w:rsid w:val="00984B2B"/>
    <w:rsid w:val="00992693"/>
    <w:rsid w:val="00997F14"/>
    <w:rsid w:val="009A78D9"/>
    <w:rsid w:val="009C3E31"/>
    <w:rsid w:val="009C40E3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402"/>
    <w:rsid w:val="00A53FA5"/>
    <w:rsid w:val="00A54817"/>
    <w:rsid w:val="00A601C8"/>
    <w:rsid w:val="00A60799"/>
    <w:rsid w:val="00A84C85"/>
    <w:rsid w:val="00A97DE1"/>
    <w:rsid w:val="00AA2B58"/>
    <w:rsid w:val="00AB053C"/>
    <w:rsid w:val="00AB40DD"/>
    <w:rsid w:val="00AB51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A0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62"/>
    <w:rsid w:val="00D352C9"/>
    <w:rsid w:val="00D425B2"/>
    <w:rsid w:val="00D428D6"/>
    <w:rsid w:val="00D552B2"/>
    <w:rsid w:val="00D608D1"/>
    <w:rsid w:val="00D63D7A"/>
    <w:rsid w:val="00D74119"/>
    <w:rsid w:val="00D8075B"/>
    <w:rsid w:val="00D8678B"/>
    <w:rsid w:val="00D91546"/>
    <w:rsid w:val="00DA2114"/>
    <w:rsid w:val="00DC744C"/>
    <w:rsid w:val="00DE09C0"/>
    <w:rsid w:val="00DE1A52"/>
    <w:rsid w:val="00DE4A14"/>
    <w:rsid w:val="00DF320D"/>
    <w:rsid w:val="00DF71C8"/>
    <w:rsid w:val="00E129B8"/>
    <w:rsid w:val="00E13A7E"/>
    <w:rsid w:val="00E17ACE"/>
    <w:rsid w:val="00E21E7D"/>
    <w:rsid w:val="00E22FBC"/>
    <w:rsid w:val="00E23459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E7F"/>
    <w:rsid w:val="00F17567"/>
    <w:rsid w:val="00F27A7B"/>
    <w:rsid w:val="00F3742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3A0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0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0F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0F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0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0F23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08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34076-DD1F-4AE4-8B3C-F9F8BE8FE8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CEE3DE-4769-4B0F-86FD-4B1396F384D3}"/>
</file>

<file path=customXml/itemProps3.xml><?xml version="1.0" encoding="utf-8"?>
<ds:datastoreItem xmlns:ds="http://schemas.openxmlformats.org/officeDocument/2006/customXml" ds:itemID="{337494A4-C120-4E9D-A37D-93B7110D0D4E}"/>
</file>

<file path=customXml/itemProps4.xml><?xml version="1.0" encoding="utf-8"?>
<ds:datastoreItem xmlns:ds="http://schemas.openxmlformats.org/officeDocument/2006/customXml" ds:itemID="{BE30DE1A-F433-4A68-81E6-1FCC0EF90A8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65</TotalTime>
  <Pages>6</Pages>
  <Words>1377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12</cp:revision>
  <cp:lastPrinted>2019-02-06T12:12:00Z</cp:lastPrinted>
  <dcterms:created xsi:type="dcterms:W3CDTF">2020-10-28T12:36:00Z</dcterms:created>
  <dcterms:modified xsi:type="dcterms:W3CDTF">2021-09-23T13:05:00Z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